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B3F29" w14:textId="77777777" w:rsidR="0083093D" w:rsidRPr="00A6650E" w:rsidRDefault="0083093D" w:rsidP="00903921">
      <w:pPr>
        <w:rPr>
          <w:rFonts w:ascii="Arial" w:hAnsi="Arial" w:cs="Arial"/>
        </w:rPr>
      </w:pPr>
      <w:r w:rsidRPr="00A6650E">
        <w:rPr>
          <w:rFonts w:ascii="Arial" w:hAnsi="Arial" w:cs="Arial"/>
          <w:color w:val="0070C0"/>
        </w:rPr>
        <w:t>Bedieningsplaat voor Sigma inbouwspoelreservoirs</w:t>
      </w:r>
    </w:p>
    <w:p w14:paraId="23B2F6B7" w14:textId="77777777" w:rsidR="00903921" w:rsidRPr="00A6650E" w:rsidRDefault="00903921" w:rsidP="00903921">
      <w:pPr>
        <w:pStyle w:val="Heading1"/>
        <w:rPr>
          <w:rFonts w:ascii="Arial" w:hAnsi="Arial" w:cs="Arial"/>
          <w:b/>
        </w:rPr>
      </w:pPr>
      <w:r w:rsidRPr="00A6650E">
        <w:rPr>
          <w:rFonts w:ascii="Arial" w:hAnsi="Arial" w:cs="Arial"/>
          <w:b/>
        </w:rPr>
        <w:t>Algemene beschrijving</w:t>
      </w:r>
    </w:p>
    <w:p w14:paraId="23AF96C2" w14:textId="77777777" w:rsidR="0022369B" w:rsidRPr="00A6650E" w:rsidRDefault="007711F1" w:rsidP="00B86FCC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rechthoekige </w:t>
      </w:r>
      <w:r w:rsidR="00EE2CD0" w:rsidRPr="00A6650E">
        <w:rPr>
          <w:rFonts w:ascii="Arial" w:hAnsi="Arial" w:cs="Arial"/>
        </w:rPr>
        <w:t>b</w:t>
      </w:r>
      <w:r w:rsidR="00657A6B" w:rsidRPr="00A6650E">
        <w:rPr>
          <w:rFonts w:ascii="Arial" w:hAnsi="Arial" w:cs="Arial"/>
        </w:rPr>
        <w:t xml:space="preserve">edieningsplaat met </w:t>
      </w:r>
      <w:r w:rsidR="00772E83" w:rsidRPr="00A6650E">
        <w:rPr>
          <w:rFonts w:ascii="Arial" w:hAnsi="Arial" w:cs="Arial"/>
        </w:rPr>
        <w:t>1</w:t>
      </w:r>
      <w:r w:rsidR="00657A6B" w:rsidRPr="00A6650E">
        <w:rPr>
          <w:rFonts w:ascii="Arial" w:hAnsi="Arial" w:cs="Arial"/>
        </w:rPr>
        <w:t xml:space="preserve"> r</w:t>
      </w:r>
      <w:r w:rsidR="00772E83" w:rsidRPr="00A6650E">
        <w:rPr>
          <w:rFonts w:ascii="Arial" w:hAnsi="Arial" w:cs="Arial"/>
        </w:rPr>
        <w:t>echthoekige</w:t>
      </w:r>
      <w:r w:rsidR="00657A6B" w:rsidRPr="00A6650E">
        <w:rPr>
          <w:rFonts w:ascii="Arial" w:hAnsi="Arial" w:cs="Arial"/>
        </w:rPr>
        <w:t xml:space="preserve"> spoeltoets voor een inbouwspoelreservoir voor frontbediening</w:t>
      </w:r>
    </w:p>
    <w:p w14:paraId="223766DF" w14:textId="77777777" w:rsidR="00EE2CD0" w:rsidRPr="00A6650E" w:rsidRDefault="00EE2CD0" w:rsidP="00B86FCC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de </w:t>
      </w:r>
      <w:r w:rsidR="00954D02" w:rsidRPr="00A6650E">
        <w:rPr>
          <w:rFonts w:ascii="Arial" w:hAnsi="Arial" w:cs="Arial"/>
        </w:rPr>
        <w:t>s</w:t>
      </w:r>
      <w:r w:rsidRPr="00A6650E">
        <w:rPr>
          <w:rFonts w:ascii="Arial" w:hAnsi="Arial" w:cs="Arial"/>
        </w:rPr>
        <w:t xml:space="preserve">poeltoets bevindt zich </w:t>
      </w:r>
      <w:r w:rsidR="00772E83" w:rsidRPr="00A6650E">
        <w:rPr>
          <w:rFonts w:ascii="Arial" w:hAnsi="Arial" w:cs="Arial"/>
        </w:rPr>
        <w:t>centraal in het midden van de</w:t>
      </w:r>
      <w:r w:rsidRPr="00A6650E">
        <w:rPr>
          <w:rFonts w:ascii="Arial" w:hAnsi="Arial" w:cs="Arial"/>
        </w:rPr>
        <w:t xml:space="preserve"> bedieningsplaat en activeert </w:t>
      </w:r>
      <w:r w:rsidR="00772E83" w:rsidRPr="00A6650E">
        <w:rPr>
          <w:rFonts w:ascii="Arial" w:hAnsi="Arial" w:cs="Arial"/>
        </w:rPr>
        <w:t xml:space="preserve">steeds een </w:t>
      </w:r>
      <w:r w:rsidRPr="00A6650E">
        <w:rPr>
          <w:rFonts w:ascii="Arial" w:hAnsi="Arial" w:cs="Arial"/>
        </w:rPr>
        <w:t>grote spoeling</w:t>
      </w:r>
    </w:p>
    <w:p w14:paraId="42723D0C" w14:textId="77777777" w:rsidR="00772E83" w:rsidRPr="00A6650E" w:rsidRDefault="00772E83" w:rsidP="00772E83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de </w:t>
      </w:r>
      <w:r w:rsidR="00C213BA">
        <w:rPr>
          <w:rFonts w:ascii="Arial" w:hAnsi="Arial" w:cs="Arial"/>
        </w:rPr>
        <w:t>spoelt</w:t>
      </w:r>
      <w:r w:rsidRPr="00A6650E">
        <w:rPr>
          <w:rFonts w:ascii="Arial" w:hAnsi="Arial" w:cs="Arial"/>
        </w:rPr>
        <w:t xml:space="preserve">oets heeft onderaan, over de ganse breedte ervan, een </w:t>
      </w:r>
      <w:r w:rsidR="002503DD" w:rsidRPr="00A6650E">
        <w:rPr>
          <w:rFonts w:ascii="Arial" w:hAnsi="Arial" w:cs="Arial"/>
        </w:rPr>
        <w:t xml:space="preserve">gekleurde </w:t>
      </w:r>
      <w:r w:rsidRPr="00A6650E">
        <w:rPr>
          <w:rFonts w:ascii="Arial" w:hAnsi="Arial" w:cs="Arial"/>
        </w:rPr>
        <w:t>designstrook</w:t>
      </w:r>
    </w:p>
    <w:p w14:paraId="339CCC81" w14:textId="77777777" w:rsidR="00BD5C5E" w:rsidRPr="00A6650E" w:rsidRDefault="00BD5C5E" w:rsidP="00B86FCC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bedieningsplaat wordt vastgeschroefd</w:t>
      </w:r>
    </w:p>
    <w:p w14:paraId="215E2DDB" w14:textId="77777777" w:rsidR="00297424" w:rsidRPr="00A6650E" w:rsidRDefault="00297424" w:rsidP="00297424">
      <w:pPr>
        <w:pStyle w:val="Heading1"/>
        <w:rPr>
          <w:rFonts w:ascii="Arial" w:hAnsi="Arial" w:cs="Arial"/>
          <w:b/>
        </w:rPr>
      </w:pPr>
      <w:r w:rsidRPr="00A6650E">
        <w:rPr>
          <w:rFonts w:ascii="Arial" w:hAnsi="Arial" w:cs="Arial"/>
          <w:b/>
        </w:rPr>
        <w:t>Materiaal en eigenschappen</w:t>
      </w:r>
    </w:p>
    <w:p w14:paraId="3511FEDB" w14:textId="77777777" w:rsidR="00B86FCC" w:rsidRPr="00A6650E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A6650E">
        <w:rPr>
          <w:rFonts w:ascii="Arial" w:hAnsi="Arial" w:cs="Arial"/>
          <w:b/>
          <w:u w:val="none"/>
        </w:rPr>
        <w:t>Materiaal</w:t>
      </w:r>
    </w:p>
    <w:p w14:paraId="0E6AD84D" w14:textId="77777777" w:rsidR="00F97930" w:rsidRPr="00A6650E" w:rsidRDefault="00E05E37" w:rsidP="00F97930">
      <w:pPr>
        <w:pStyle w:val="Bulleted1"/>
        <w:rPr>
          <w:rFonts w:ascii="Arial" w:hAnsi="Arial" w:cs="Arial"/>
        </w:rPr>
      </w:pPr>
      <w:bookmarkStart w:id="0" w:name="_Hlk35937103"/>
      <w:r w:rsidRPr="00A6650E">
        <w:rPr>
          <w:rFonts w:ascii="Arial" w:hAnsi="Arial" w:cs="Arial"/>
        </w:rPr>
        <w:t>de bedieningsplaat</w:t>
      </w:r>
      <w:r w:rsidR="00A006CA" w:rsidRPr="00A6650E">
        <w:rPr>
          <w:rFonts w:ascii="Arial" w:hAnsi="Arial" w:cs="Arial"/>
        </w:rPr>
        <w:t>,</w:t>
      </w:r>
      <w:r w:rsidR="00772E83" w:rsidRPr="00A6650E">
        <w:rPr>
          <w:rFonts w:ascii="Arial" w:hAnsi="Arial" w:cs="Arial"/>
        </w:rPr>
        <w:t xml:space="preserve"> </w:t>
      </w:r>
      <w:r w:rsidRPr="00A6650E">
        <w:rPr>
          <w:rFonts w:ascii="Arial" w:hAnsi="Arial" w:cs="Arial"/>
        </w:rPr>
        <w:t xml:space="preserve">de spoeltoets </w:t>
      </w:r>
      <w:r w:rsidR="00A006CA" w:rsidRPr="00A6650E">
        <w:rPr>
          <w:rFonts w:ascii="Arial" w:hAnsi="Arial" w:cs="Arial"/>
        </w:rPr>
        <w:t xml:space="preserve">en de designstrook </w:t>
      </w:r>
      <w:r w:rsidRPr="00A6650E">
        <w:rPr>
          <w:rFonts w:ascii="Arial" w:hAnsi="Arial" w:cs="Arial"/>
        </w:rPr>
        <w:t xml:space="preserve">zijn van </w:t>
      </w:r>
      <w:r w:rsidR="00901772" w:rsidRPr="00A6650E">
        <w:rPr>
          <w:rFonts w:ascii="Arial" w:hAnsi="Arial" w:cs="Arial"/>
        </w:rPr>
        <w:t>spuitgietzink</w:t>
      </w:r>
    </w:p>
    <w:p w14:paraId="33F8B30D" w14:textId="77777777" w:rsidR="00EA0165" w:rsidRPr="00A6650E" w:rsidRDefault="00EA0165" w:rsidP="00F97930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bevestigingskader</w:t>
      </w:r>
      <w:r w:rsidR="00F74819" w:rsidRPr="00A6650E">
        <w:rPr>
          <w:rFonts w:ascii="Arial" w:hAnsi="Arial" w:cs="Arial"/>
        </w:rPr>
        <w:t xml:space="preserve"> van de bedieningsplaat</w:t>
      </w:r>
      <w:r w:rsidRPr="00A6650E">
        <w:rPr>
          <w:rFonts w:ascii="Arial" w:hAnsi="Arial" w:cs="Arial"/>
        </w:rPr>
        <w:t xml:space="preserve">, de bevestigingsstangen </w:t>
      </w:r>
      <w:r w:rsidR="00F74819" w:rsidRPr="00A6650E">
        <w:rPr>
          <w:rFonts w:ascii="Arial" w:hAnsi="Arial" w:cs="Arial"/>
        </w:rPr>
        <w:t xml:space="preserve">van de bevestigingskader </w:t>
      </w:r>
      <w:r w:rsidRPr="00A6650E">
        <w:rPr>
          <w:rFonts w:ascii="Arial" w:hAnsi="Arial" w:cs="Arial"/>
        </w:rPr>
        <w:t xml:space="preserve">en de bedieningsstangen </w:t>
      </w:r>
      <w:r w:rsidR="00F74819" w:rsidRPr="00A6650E">
        <w:rPr>
          <w:rFonts w:ascii="Arial" w:hAnsi="Arial" w:cs="Arial"/>
        </w:rPr>
        <w:t xml:space="preserve">van de bedieningsplaat </w:t>
      </w:r>
      <w:r w:rsidRPr="00A6650E">
        <w:rPr>
          <w:rFonts w:ascii="Arial" w:hAnsi="Arial" w:cs="Arial"/>
        </w:rPr>
        <w:t>zijn van kunststof</w:t>
      </w:r>
    </w:p>
    <w:p w14:paraId="66F9D296" w14:textId="77777777" w:rsidR="00945AE1" w:rsidRPr="00A6650E" w:rsidRDefault="00945AE1" w:rsidP="00945AE1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bookmarkStart w:id="1" w:name="_Hlk35850410"/>
      <w:bookmarkEnd w:id="0"/>
      <w:r w:rsidRPr="00A6650E">
        <w:rPr>
          <w:rFonts w:ascii="Arial" w:hAnsi="Arial" w:cs="Arial"/>
          <w:b/>
          <w:u w:val="none"/>
        </w:rPr>
        <w:t>Eigenschappen</w:t>
      </w:r>
    </w:p>
    <w:p w14:paraId="1910AEAB" w14:textId="77777777" w:rsidR="00297424" w:rsidRPr="00A6650E" w:rsidRDefault="00AE3673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bedieningsplaat is breder dan dat ze hoog is</w:t>
      </w:r>
    </w:p>
    <w:p w14:paraId="3009985C" w14:textId="77777777" w:rsidR="00AE4082" w:rsidRPr="00A6650E" w:rsidRDefault="00AE4082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een veer achter </w:t>
      </w:r>
      <w:r w:rsidR="00901772" w:rsidRPr="00A6650E">
        <w:rPr>
          <w:rFonts w:ascii="Arial" w:hAnsi="Arial" w:cs="Arial"/>
        </w:rPr>
        <w:t>de</w:t>
      </w:r>
      <w:r w:rsidRPr="00A6650E">
        <w:rPr>
          <w:rFonts w:ascii="Arial" w:hAnsi="Arial" w:cs="Arial"/>
        </w:rPr>
        <w:t xml:space="preserve"> </w:t>
      </w:r>
      <w:r w:rsidR="00C213BA">
        <w:rPr>
          <w:rFonts w:ascii="Arial" w:hAnsi="Arial" w:cs="Arial"/>
        </w:rPr>
        <w:t>spoelt</w:t>
      </w:r>
      <w:r w:rsidRPr="00A6650E">
        <w:rPr>
          <w:rFonts w:ascii="Arial" w:hAnsi="Arial" w:cs="Arial"/>
        </w:rPr>
        <w:t xml:space="preserve">oets doet ze terugkeren naar </w:t>
      </w:r>
      <w:r w:rsidR="00901772" w:rsidRPr="00A6650E">
        <w:rPr>
          <w:rFonts w:ascii="Arial" w:hAnsi="Arial" w:cs="Arial"/>
        </w:rPr>
        <w:t>haar</w:t>
      </w:r>
      <w:r w:rsidRPr="00A6650E">
        <w:rPr>
          <w:rFonts w:ascii="Arial" w:hAnsi="Arial" w:cs="Arial"/>
        </w:rPr>
        <w:t xml:space="preserve"> startpositie nadat ze manueel </w:t>
      </w:r>
      <w:r w:rsidR="00901772" w:rsidRPr="00A6650E">
        <w:rPr>
          <w:rFonts w:ascii="Arial" w:hAnsi="Arial" w:cs="Arial"/>
        </w:rPr>
        <w:t>is</w:t>
      </w:r>
      <w:r w:rsidRPr="00A6650E">
        <w:rPr>
          <w:rFonts w:ascii="Arial" w:hAnsi="Arial" w:cs="Arial"/>
        </w:rPr>
        <w:t xml:space="preserve"> ingedrukt</w:t>
      </w:r>
    </w:p>
    <w:p w14:paraId="7B26CAC6" w14:textId="77777777" w:rsidR="0021696B" w:rsidRPr="00A6650E" w:rsidRDefault="0021696B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voor het indrukken van de </w:t>
      </w:r>
      <w:r w:rsidR="00C213BA">
        <w:rPr>
          <w:rFonts w:ascii="Arial" w:hAnsi="Arial" w:cs="Arial"/>
        </w:rPr>
        <w:t>spoelt</w:t>
      </w:r>
      <w:r w:rsidRPr="00A6650E">
        <w:rPr>
          <w:rFonts w:ascii="Arial" w:hAnsi="Arial" w:cs="Arial"/>
        </w:rPr>
        <w:t>oets is er een minimale inspanning nodig, de bedieningskracht is kleiner dan 20 Newton</w:t>
      </w:r>
    </w:p>
    <w:p w14:paraId="1A3E0777" w14:textId="77777777" w:rsidR="00DE1C8C" w:rsidRPr="00A6650E" w:rsidRDefault="00DE1C8C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montage van de bedieningsplaat op het inbouwspoelreservoir gebeurt zonder gereedschap</w:t>
      </w:r>
    </w:p>
    <w:p w14:paraId="58B12BAF" w14:textId="77777777" w:rsidR="00EA7A36" w:rsidRPr="00A6650E" w:rsidRDefault="00EA7A36" w:rsidP="00756018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om vandalisme te ontmoedigen wordt de bedieningsplaat, door middel van 2 schroeven vastgeschroefd</w:t>
      </w:r>
    </w:p>
    <w:p w14:paraId="1FE5AF0B" w14:textId="77777777" w:rsidR="00EA7A36" w:rsidRPr="00A6650E" w:rsidRDefault="00EA7A36" w:rsidP="00EA7A36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de schroeven worden van boven naar beneden in openingen gedraaid die zichtbaar worden bij ingedrukte spoeltoets</w:t>
      </w:r>
    </w:p>
    <w:p w14:paraId="49790400" w14:textId="77777777" w:rsidR="00D65EAC" w:rsidRPr="00A6650E" w:rsidRDefault="00D65EAC" w:rsidP="00EA7A36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deze openingen bevinden zich in de plaatdikte van 1,2 cm</w:t>
      </w:r>
      <w:r w:rsidR="00B4556B" w:rsidRPr="00A6650E">
        <w:rPr>
          <w:rFonts w:ascii="Arial" w:hAnsi="Arial" w:cs="Arial"/>
        </w:rPr>
        <w:t xml:space="preserve"> net onder de spoeltoets</w:t>
      </w:r>
    </w:p>
    <w:p w14:paraId="429B4705" w14:textId="77777777" w:rsidR="00B4556B" w:rsidRPr="00A6650E" w:rsidRDefault="00876FB2" w:rsidP="00EA7A36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deze openingen liggen in een horizontaal vlak en zijn beide even ver verwijderd van de middellijn van de bedieningsplaat</w:t>
      </w:r>
    </w:p>
    <w:p w14:paraId="5A006E8B" w14:textId="77777777" w:rsidR="009251DA" w:rsidRPr="00A6650E" w:rsidRDefault="009251DA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minimale afwerkingsdikte van het inbouwspoelreservoir is 2 cm</w:t>
      </w:r>
    </w:p>
    <w:p w14:paraId="5D9DC1A1" w14:textId="77777777" w:rsidR="009251DA" w:rsidRPr="00A6650E" w:rsidRDefault="009251DA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maximale afwerkingsdikte van het inbouwspoelreservoir is</w:t>
      </w:r>
      <w:r w:rsidR="00705AFB" w:rsidRPr="00A6650E">
        <w:rPr>
          <w:rFonts w:ascii="Arial" w:hAnsi="Arial" w:cs="Arial"/>
        </w:rPr>
        <w:t xml:space="preserve"> </w:t>
      </w:r>
      <w:r w:rsidR="00DD0A8A" w:rsidRPr="00A6650E">
        <w:rPr>
          <w:rFonts w:ascii="Arial" w:hAnsi="Arial" w:cs="Arial"/>
        </w:rPr>
        <w:t>10</w:t>
      </w:r>
      <w:r w:rsidR="00705AFB" w:rsidRPr="00A6650E">
        <w:rPr>
          <w:rFonts w:ascii="Arial" w:hAnsi="Arial" w:cs="Arial"/>
        </w:rPr>
        <w:t xml:space="preserve"> cm</w:t>
      </w:r>
    </w:p>
    <w:p w14:paraId="081A365A" w14:textId="77777777" w:rsidR="00DC4317" w:rsidRPr="00A6650E" w:rsidRDefault="00AE3673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bedieningsplaat wordt op een bevestigingskader geklikt</w:t>
      </w:r>
    </w:p>
    <w:p w14:paraId="70A3CDA5" w14:textId="77777777" w:rsidR="00AE3673" w:rsidRPr="00A6650E" w:rsidRDefault="00AE3673" w:rsidP="00AE3673">
      <w:pPr>
        <w:pStyle w:val="Bulleted2"/>
        <w:rPr>
          <w:rFonts w:ascii="Arial" w:hAnsi="Arial" w:cs="Arial"/>
        </w:rPr>
      </w:pPr>
      <w:bookmarkStart w:id="2" w:name="_Hlk36130537"/>
      <w:r w:rsidRPr="00A6650E">
        <w:rPr>
          <w:rFonts w:ascii="Arial" w:hAnsi="Arial" w:cs="Arial"/>
        </w:rPr>
        <w:t>een metalen veer bevindt zich aan de onderkant van de bevestigingskader</w:t>
      </w:r>
    </w:p>
    <w:p w14:paraId="5715208F" w14:textId="77777777" w:rsidR="00AE3673" w:rsidRPr="00A6650E" w:rsidRDefault="00AE3673" w:rsidP="0077283C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de bedieningsplaat </w:t>
      </w:r>
      <w:r w:rsidR="0077283C" w:rsidRPr="00A6650E">
        <w:rPr>
          <w:rFonts w:ascii="Arial" w:hAnsi="Arial" w:cs="Arial"/>
        </w:rPr>
        <w:t>duwt deze veer naar</w:t>
      </w:r>
      <w:r w:rsidRPr="00A6650E">
        <w:rPr>
          <w:rFonts w:ascii="Arial" w:hAnsi="Arial" w:cs="Arial"/>
        </w:rPr>
        <w:t xml:space="preserve"> omhoog</w:t>
      </w:r>
    </w:p>
    <w:p w14:paraId="608F0442" w14:textId="77777777" w:rsidR="0077283C" w:rsidRPr="00A6650E" w:rsidRDefault="0077283C" w:rsidP="0077283C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bij ingeduwde veer kan de bovenkant van de bedieningsplaat over de bevestigingskader geklikt worden</w:t>
      </w:r>
    </w:p>
    <w:bookmarkEnd w:id="2"/>
    <w:p w14:paraId="69A350E9" w14:textId="77777777" w:rsidR="00C5116C" w:rsidRPr="00A6650E" w:rsidRDefault="00C5116C">
      <w:pPr>
        <w:rPr>
          <w:rFonts w:ascii="Arial" w:hAnsi="Arial" w:cs="Arial"/>
        </w:rPr>
      </w:pPr>
      <w:r w:rsidRPr="00A6650E">
        <w:rPr>
          <w:rFonts w:ascii="Arial" w:hAnsi="Arial" w:cs="Arial"/>
        </w:rPr>
        <w:br w:type="page"/>
      </w:r>
    </w:p>
    <w:p w14:paraId="3963DAEE" w14:textId="77777777" w:rsidR="00AE3673" w:rsidRPr="00A6650E" w:rsidRDefault="00AE3673" w:rsidP="00297424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lastRenderedPageBreak/>
        <w:t xml:space="preserve">de bevestigingskader wordt op het inbouwspoelreservoir bevestigd door </w:t>
      </w:r>
      <w:r w:rsidR="00F3031A" w:rsidRPr="00A6650E">
        <w:rPr>
          <w:rFonts w:ascii="Arial" w:hAnsi="Arial" w:cs="Arial"/>
        </w:rPr>
        <w:br/>
      </w:r>
      <w:r w:rsidRPr="00A6650E">
        <w:rPr>
          <w:rFonts w:ascii="Arial" w:hAnsi="Arial" w:cs="Arial"/>
        </w:rPr>
        <w:t>2 bevestigingsstangen</w:t>
      </w:r>
    </w:p>
    <w:bookmarkEnd w:id="1"/>
    <w:p w14:paraId="46D29F99" w14:textId="77777777" w:rsidR="00F4027B" w:rsidRPr="00A6650E" w:rsidRDefault="00F4027B" w:rsidP="00F3031A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de bevestigingsstangen</w:t>
      </w:r>
    </w:p>
    <w:p w14:paraId="194180D5" w14:textId="77777777" w:rsidR="00F3031A" w:rsidRPr="00A6650E" w:rsidRDefault="00AE4082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worden in 2 ronde bevestigingslussen gestoken die zich </w:t>
      </w:r>
      <w:r w:rsidR="00E43D97" w:rsidRPr="00A6650E">
        <w:rPr>
          <w:rFonts w:ascii="Arial" w:hAnsi="Arial" w:cs="Arial"/>
        </w:rPr>
        <w:t xml:space="preserve">op gelijke afstand van de middellijn van het inbouwspoelreservoir bevinden, beide lussen bevinden zich op gelijke hoogte </w:t>
      </w:r>
      <w:r w:rsidR="009C081B" w:rsidRPr="00A6650E">
        <w:rPr>
          <w:rFonts w:ascii="Arial" w:hAnsi="Arial" w:cs="Arial"/>
        </w:rPr>
        <w:t>van de afgewerkte vloer</w:t>
      </w:r>
    </w:p>
    <w:p w14:paraId="00F83377" w14:textId="77777777" w:rsidR="00AE4082" w:rsidRPr="00A6650E" w:rsidRDefault="00A8066E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worden vastgezet door ze een kwartslag te draaien</w:t>
      </w:r>
      <w:r w:rsidR="00BB4BAB" w:rsidRPr="00A6650E">
        <w:rPr>
          <w:rFonts w:ascii="Arial" w:hAnsi="Arial" w:cs="Arial"/>
        </w:rPr>
        <w:t xml:space="preserve"> waarbij een klikgeluid wordt waargenomen</w:t>
      </w:r>
    </w:p>
    <w:p w14:paraId="4CDB05AA" w14:textId="77777777" w:rsidR="00CA30DD" w:rsidRPr="00A6650E" w:rsidRDefault="00CA30DD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kunnen worden aangepast aan de dikte van afwerking zonder gebruik te maken van gereedschap</w:t>
      </w:r>
    </w:p>
    <w:p w14:paraId="097535C3" w14:textId="77777777" w:rsidR="00BB4BAB" w:rsidRPr="00A6650E" w:rsidRDefault="00BB4BAB" w:rsidP="00BB4BAB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2 schuif</w:t>
      </w:r>
      <w:r w:rsidR="00CC637F" w:rsidRPr="00A6650E">
        <w:rPr>
          <w:rFonts w:ascii="Arial" w:hAnsi="Arial" w:cs="Arial"/>
        </w:rPr>
        <w:t xml:space="preserve">bare stukken op de </w:t>
      </w:r>
      <w:r w:rsidR="00DE1C8C" w:rsidRPr="00A6650E">
        <w:rPr>
          <w:rFonts w:ascii="Arial" w:hAnsi="Arial" w:cs="Arial"/>
        </w:rPr>
        <w:t>bevestigingskader</w:t>
      </w:r>
      <w:r w:rsidR="00CC637F" w:rsidRPr="00A6650E">
        <w:rPr>
          <w:rFonts w:ascii="Arial" w:hAnsi="Arial" w:cs="Arial"/>
        </w:rPr>
        <w:t xml:space="preserve"> </w:t>
      </w:r>
      <w:r w:rsidR="00326BC3" w:rsidRPr="00A6650E">
        <w:rPr>
          <w:rFonts w:ascii="Arial" w:hAnsi="Arial" w:cs="Arial"/>
        </w:rPr>
        <w:t xml:space="preserve">worden tegen de bevestigingsstangen geschoven om de kwartslagbevestiging te </w:t>
      </w:r>
      <w:r w:rsidRPr="00A6650E">
        <w:rPr>
          <w:rFonts w:ascii="Arial" w:hAnsi="Arial" w:cs="Arial"/>
        </w:rPr>
        <w:t>beveiligen</w:t>
      </w:r>
    </w:p>
    <w:p w14:paraId="709C211A" w14:textId="77777777" w:rsidR="004B6DF3" w:rsidRPr="00A6650E" w:rsidRDefault="004B6DF3" w:rsidP="004B6DF3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>de bedieningsstang</w:t>
      </w:r>
    </w:p>
    <w:p w14:paraId="30AEC32E" w14:textId="77777777" w:rsidR="00D85369" w:rsidRPr="00A6650E" w:rsidRDefault="00D85369" w:rsidP="00D85369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</w:t>
      </w:r>
      <w:r w:rsidR="00901772" w:rsidRPr="00A6650E">
        <w:rPr>
          <w:rFonts w:ascii="Arial" w:hAnsi="Arial" w:cs="Arial"/>
        </w:rPr>
        <w:t>t</w:t>
      </w:r>
      <w:r w:rsidRPr="00A6650E">
        <w:rPr>
          <w:rFonts w:ascii="Arial" w:hAnsi="Arial" w:cs="Arial"/>
        </w:rPr>
        <w:t xml:space="preserve"> in </w:t>
      </w:r>
      <w:r w:rsidR="00901772" w:rsidRPr="00A6650E">
        <w:rPr>
          <w:rFonts w:ascii="Arial" w:hAnsi="Arial" w:cs="Arial"/>
        </w:rPr>
        <w:t>de linkse</w:t>
      </w:r>
      <w:r w:rsidRPr="00A6650E">
        <w:rPr>
          <w:rFonts w:ascii="Arial" w:hAnsi="Arial" w:cs="Arial"/>
        </w:rPr>
        <w:t xml:space="preserve"> ronde hul</w:t>
      </w:r>
      <w:r w:rsidR="00901772" w:rsidRPr="00A6650E">
        <w:rPr>
          <w:rFonts w:ascii="Arial" w:hAnsi="Arial" w:cs="Arial"/>
        </w:rPr>
        <w:t>s</w:t>
      </w:r>
      <w:r w:rsidR="00A6650E" w:rsidRPr="00A6650E">
        <w:rPr>
          <w:rFonts w:ascii="Arial" w:hAnsi="Arial" w:cs="Arial"/>
        </w:rPr>
        <w:t>, die zich aan de linkerkant van de bevestigingskader bevindt,</w:t>
      </w:r>
      <w:r w:rsidRPr="00A6650E">
        <w:rPr>
          <w:rFonts w:ascii="Arial" w:hAnsi="Arial" w:cs="Arial"/>
        </w:rPr>
        <w:t xml:space="preserve"> gestoken</w:t>
      </w:r>
      <w:r w:rsidR="00A6650E" w:rsidRPr="00A6650E">
        <w:rPr>
          <w:rFonts w:ascii="Arial" w:hAnsi="Arial" w:cs="Arial"/>
        </w:rPr>
        <w:t>;</w:t>
      </w:r>
      <w:r w:rsidR="00901772" w:rsidRPr="00A6650E">
        <w:rPr>
          <w:rFonts w:ascii="Arial" w:hAnsi="Arial" w:cs="Arial"/>
        </w:rPr>
        <w:t xml:space="preserve"> de linkse en de rechtse ronde huls bevinden</w:t>
      </w:r>
      <w:r w:rsidRPr="00A6650E">
        <w:rPr>
          <w:rFonts w:ascii="Arial" w:hAnsi="Arial" w:cs="Arial"/>
        </w:rPr>
        <w:t xml:space="preserve"> zich op gelijke afstand van de middellijn van het inbouwspoelreservoir, beide hulzen bevinden zich op gelijke hoogte van de afgewerkte vloer</w:t>
      </w:r>
    </w:p>
    <w:p w14:paraId="3B82825E" w14:textId="77777777" w:rsidR="00D85369" w:rsidRPr="00A6650E" w:rsidRDefault="000B33DD" w:rsidP="00D85369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heeft</w:t>
      </w:r>
      <w:r w:rsidR="00FA6492" w:rsidRPr="00A6650E">
        <w:rPr>
          <w:rFonts w:ascii="Arial" w:hAnsi="Arial" w:cs="Arial"/>
        </w:rPr>
        <w:t xml:space="preserve"> </w:t>
      </w:r>
      <w:r w:rsidR="00DD0A8A" w:rsidRPr="00A6650E">
        <w:rPr>
          <w:rFonts w:ascii="Arial" w:hAnsi="Arial" w:cs="Arial"/>
        </w:rPr>
        <w:t xml:space="preserve">aan het uiteinde </w:t>
      </w:r>
      <w:r w:rsidR="00FA6492" w:rsidRPr="00A6650E">
        <w:rPr>
          <w:rFonts w:ascii="Arial" w:hAnsi="Arial" w:cs="Arial"/>
        </w:rPr>
        <w:t>een geluidsisolatie</w:t>
      </w:r>
      <w:r w:rsidR="0036721D" w:rsidRPr="00A6650E">
        <w:rPr>
          <w:rFonts w:ascii="Arial" w:hAnsi="Arial" w:cs="Arial"/>
        </w:rPr>
        <w:t xml:space="preserve"> om de geluidsproductie, die </w:t>
      </w:r>
      <w:r w:rsidR="00DD0A8A" w:rsidRPr="00A6650E">
        <w:rPr>
          <w:rFonts w:ascii="Arial" w:hAnsi="Arial" w:cs="Arial"/>
        </w:rPr>
        <w:t>ontstaat</w:t>
      </w:r>
      <w:r w:rsidR="0036721D" w:rsidRPr="00A6650E">
        <w:rPr>
          <w:rFonts w:ascii="Arial" w:hAnsi="Arial" w:cs="Arial"/>
        </w:rPr>
        <w:t xml:space="preserve"> doordat de </w:t>
      </w:r>
      <w:r w:rsidR="00C213BA">
        <w:rPr>
          <w:rFonts w:ascii="Arial" w:hAnsi="Arial" w:cs="Arial"/>
        </w:rPr>
        <w:t>spoelt</w:t>
      </w:r>
      <w:r w:rsidR="0036721D" w:rsidRPr="00A6650E">
        <w:rPr>
          <w:rFonts w:ascii="Arial" w:hAnsi="Arial" w:cs="Arial"/>
        </w:rPr>
        <w:t>oets de bedieningsstang raakt, te temperen</w:t>
      </w:r>
    </w:p>
    <w:p w14:paraId="18D03501" w14:textId="77777777" w:rsidR="003A5000" w:rsidRPr="00A6650E" w:rsidRDefault="00CA2995" w:rsidP="003A5000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A6650E">
        <w:rPr>
          <w:rFonts w:ascii="Arial" w:hAnsi="Arial" w:cs="Arial"/>
          <w:b/>
          <w:u w:val="none"/>
        </w:rPr>
        <w:t>Afmeting</w:t>
      </w:r>
      <w:r w:rsidR="003A5000" w:rsidRPr="00A6650E">
        <w:rPr>
          <w:rFonts w:ascii="Arial" w:hAnsi="Arial" w:cs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A6650E" w14:paraId="3D78FDDB" w14:textId="77777777" w:rsidTr="00A2047D">
        <w:tc>
          <w:tcPr>
            <w:tcW w:w="1163" w:type="dxa"/>
          </w:tcPr>
          <w:p w14:paraId="068E2D93" w14:textId="77777777" w:rsidR="0020639C" w:rsidRPr="00A6650E" w:rsidRDefault="0020639C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breedte:</w:t>
            </w:r>
          </w:p>
        </w:tc>
        <w:tc>
          <w:tcPr>
            <w:tcW w:w="1418" w:type="dxa"/>
          </w:tcPr>
          <w:p w14:paraId="17771B73" w14:textId="77777777" w:rsidR="0020639C" w:rsidRPr="00A6650E" w:rsidRDefault="00D41741" w:rsidP="00157D48">
            <w:pPr>
              <w:jc w:val="right"/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14:paraId="4F64C359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67A70C7D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E970B7A" w14:textId="77777777" w:rsidR="0020639C" w:rsidRPr="00A6650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53A008A8" w14:textId="77777777" w:rsidR="0020639C" w:rsidRPr="00A6650E" w:rsidRDefault="0020639C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cm</w:t>
            </w:r>
          </w:p>
        </w:tc>
      </w:tr>
      <w:tr w:rsidR="0020639C" w:rsidRPr="00A6650E" w14:paraId="6F981935" w14:textId="77777777" w:rsidTr="00A2047D">
        <w:tc>
          <w:tcPr>
            <w:tcW w:w="1163" w:type="dxa"/>
          </w:tcPr>
          <w:p w14:paraId="65AF98D1" w14:textId="77777777" w:rsidR="0020639C" w:rsidRPr="00A6650E" w:rsidRDefault="0020639C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hoogte:</w:t>
            </w:r>
          </w:p>
        </w:tc>
        <w:tc>
          <w:tcPr>
            <w:tcW w:w="1418" w:type="dxa"/>
          </w:tcPr>
          <w:p w14:paraId="1C867719" w14:textId="77777777" w:rsidR="0020639C" w:rsidRPr="00A6650E" w:rsidRDefault="00D41741" w:rsidP="00157D48">
            <w:pPr>
              <w:jc w:val="right"/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16</w:t>
            </w:r>
            <w:r w:rsidR="0020639C" w:rsidRPr="00A6650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6D93C682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59334D8E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14:paraId="203322D2" w14:textId="77777777" w:rsidR="0020639C" w:rsidRPr="00A6650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64CB8AC8" w14:textId="77777777" w:rsidR="0020639C" w:rsidRPr="00A6650E" w:rsidRDefault="0020639C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cm</w:t>
            </w:r>
          </w:p>
        </w:tc>
      </w:tr>
      <w:tr w:rsidR="0020639C" w:rsidRPr="00A6650E" w14:paraId="285B6925" w14:textId="77777777" w:rsidTr="00A2047D">
        <w:tc>
          <w:tcPr>
            <w:tcW w:w="1163" w:type="dxa"/>
          </w:tcPr>
          <w:p w14:paraId="390BFE71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dikte</w:t>
            </w:r>
            <w:r w:rsidR="0020639C" w:rsidRPr="00A6650E">
              <w:rPr>
                <w:rFonts w:ascii="Arial" w:hAnsi="Arial" w:cs="Arial"/>
              </w:rPr>
              <w:t>:</w:t>
            </w:r>
          </w:p>
        </w:tc>
        <w:tc>
          <w:tcPr>
            <w:tcW w:w="1418" w:type="dxa"/>
          </w:tcPr>
          <w:p w14:paraId="1C2CF604" w14:textId="77777777" w:rsidR="0020639C" w:rsidRPr="00A6650E" w:rsidRDefault="0020639C" w:rsidP="00157D48">
            <w:pPr>
              <w:jc w:val="right"/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1</w:t>
            </w:r>
            <w:r w:rsidR="006D7C06" w:rsidRPr="00A6650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03E6BD71" w14:textId="77777777" w:rsidR="0020639C" w:rsidRPr="00A6650E" w:rsidRDefault="00D41741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45FE3E30" w14:textId="77777777" w:rsidR="0020639C" w:rsidRPr="00A6650E" w:rsidRDefault="00926A84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14:paraId="45A4A2BC" w14:textId="77777777" w:rsidR="0020639C" w:rsidRPr="00A6650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5803E455" w14:textId="77777777" w:rsidR="0020639C" w:rsidRPr="00A6650E" w:rsidRDefault="00642148" w:rsidP="00157D48">
            <w:pPr>
              <w:rPr>
                <w:rFonts w:ascii="Arial" w:hAnsi="Arial" w:cs="Arial"/>
              </w:rPr>
            </w:pPr>
            <w:r w:rsidRPr="00A6650E">
              <w:rPr>
                <w:rFonts w:ascii="Arial" w:hAnsi="Arial" w:cs="Arial"/>
              </w:rPr>
              <w:t>c</w:t>
            </w:r>
            <w:r w:rsidR="0020639C" w:rsidRPr="00A6650E">
              <w:rPr>
                <w:rFonts w:ascii="Arial" w:hAnsi="Arial" w:cs="Arial"/>
              </w:rPr>
              <w:t>m</w:t>
            </w:r>
          </w:p>
        </w:tc>
      </w:tr>
    </w:tbl>
    <w:p w14:paraId="55DD893B" w14:textId="77777777" w:rsidR="00283DAD" w:rsidRPr="00A6650E" w:rsidRDefault="00283DAD" w:rsidP="00283DA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A6650E">
        <w:rPr>
          <w:rFonts w:ascii="Arial" w:hAnsi="Arial" w:cs="Arial"/>
          <w:b/>
          <w:u w:val="none"/>
        </w:rPr>
        <w:t>Toebehoren</w:t>
      </w:r>
    </w:p>
    <w:p w14:paraId="2EE67FA4" w14:textId="77777777" w:rsidR="002F38FE" w:rsidRPr="00A6650E" w:rsidRDefault="009251DA" w:rsidP="002F38FE">
      <w:pPr>
        <w:pStyle w:val="Bulleted1"/>
        <w:rPr>
          <w:rFonts w:ascii="Arial" w:hAnsi="Arial" w:cs="Arial"/>
        </w:rPr>
      </w:pPr>
      <w:r w:rsidRPr="00A6650E">
        <w:rPr>
          <w:rFonts w:ascii="Arial" w:hAnsi="Arial" w:cs="Arial"/>
        </w:rPr>
        <w:t xml:space="preserve">een </w:t>
      </w:r>
      <w:proofErr w:type="spellStart"/>
      <w:r w:rsidRPr="00A6650E">
        <w:rPr>
          <w:rFonts w:ascii="Arial" w:hAnsi="Arial" w:cs="Arial"/>
        </w:rPr>
        <w:t>verlengset</w:t>
      </w:r>
      <w:proofErr w:type="spellEnd"/>
      <w:r w:rsidRPr="00A6650E">
        <w:rPr>
          <w:rFonts w:ascii="Arial" w:hAnsi="Arial" w:cs="Arial"/>
        </w:rPr>
        <w:t xml:space="preserve"> voor </w:t>
      </w:r>
      <w:r w:rsidR="002F38FE" w:rsidRPr="00A6650E">
        <w:rPr>
          <w:rFonts w:ascii="Arial" w:hAnsi="Arial" w:cs="Arial"/>
        </w:rPr>
        <w:t xml:space="preserve">de bevestiging van </w:t>
      </w:r>
      <w:r w:rsidRPr="00A6650E">
        <w:rPr>
          <w:rFonts w:ascii="Arial" w:hAnsi="Arial" w:cs="Arial"/>
        </w:rPr>
        <w:t>de bedieningsplaat</w:t>
      </w:r>
      <w:r w:rsidR="00692D5A" w:rsidRPr="00A6650E">
        <w:rPr>
          <w:rFonts w:ascii="Arial" w:hAnsi="Arial" w:cs="Arial"/>
        </w:rPr>
        <w:t xml:space="preserve"> is geschikt voor een </w:t>
      </w:r>
      <w:proofErr w:type="spellStart"/>
      <w:r w:rsidR="00692D5A" w:rsidRPr="00A6650E">
        <w:rPr>
          <w:rFonts w:ascii="Arial" w:hAnsi="Arial" w:cs="Arial"/>
        </w:rPr>
        <w:t>afwerkingslaag</w:t>
      </w:r>
      <w:proofErr w:type="spellEnd"/>
      <w:r w:rsidR="00692D5A" w:rsidRPr="00A6650E">
        <w:rPr>
          <w:rFonts w:ascii="Arial" w:hAnsi="Arial" w:cs="Arial"/>
        </w:rPr>
        <w:t xml:space="preserve"> voor het inbouwspoelreservoir tot maximaal 18 cm</w:t>
      </w:r>
    </w:p>
    <w:p w14:paraId="5BBB7CEF" w14:textId="77777777" w:rsidR="008D0552" w:rsidRPr="00A6650E" w:rsidRDefault="00016FF3" w:rsidP="008D0552">
      <w:pPr>
        <w:pStyle w:val="Heading1"/>
        <w:rPr>
          <w:rFonts w:ascii="Arial" w:hAnsi="Arial" w:cs="Arial"/>
          <w:b/>
        </w:rPr>
      </w:pPr>
      <w:r w:rsidRPr="00A6650E">
        <w:rPr>
          <w:rFonts w:ascii="Arial" w:hAnsi="Arial" w:cs="Arial"/>
          <w:b/>
        </w:rPr>
        <w:t>Plaatsing</w:t>
      </w:r>
    </w:p>
    <w:p w14:paraId="42B4CC2B" w14:textId="77777777" w:rsidR="008C0266" w:rsidRPr="00A6650E" w:rsidRDefault="00016FF3" w:rsidP="00016FF3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A6650E">
        <w:rPr>
          <w:rFonts w:ascii="Arial" w:hAnsi="Arial" w:cs="Arial"/>
        </w:rPr>
        <w:t>Volgens de richtlijnen van de fabrikant</w:t>
      </w:r>
    </w:p>
    <w:p w14:paraId="2D096451" w14:textId="77777777" w:rsidR="00C5116C" w:rsidRPr="00A6650E" w:rsidRDefault="00C5116C">
      <w:pPr>
        <w:rPr>
          <w:rFonts w:ascii="Arial" w:hAnsi="Arial" w:cs="Arial"/>
          <w:b/>
          <w:u w:val="single"/>
        </w:rPr>
      </w:pPr>
      <w:r w:rsidRPr="00A6650E">
        <w:rPr>
          <w:rFonts w:ascii="Arial" w:hAnsi="Arial" w:cs="Arial"/>
          <w:b/>
        </w:rPr>
        <w:br w:type="page"/>
      </w:r>
    </w:p>
    <w:p w14:paraId="5C5A30F8" w14:textId="77777777" w:rsidR="000C0EB2" w:rsidRPr="00A6650E" w:rsidRDefault="000C0EB2" w:rsidP="000C0EB2">
      <w:pPr>
        <w:pStyle w:val="Heading1"/>
        <w:rPr>
          <w:rFonts w:ascii="Arial" w:hAnsi="Arial" w:cs="Arial"/>
          <w:b/>
        </w:rPr>
      </w:pPr>
      <w:r w:rsidRPr="00A6650E">
        <w:rPr>
          <w:rFonts w:ascii="Arial" w:hAnsi="Arial" w:cs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6650E" w14:paraId="5E786B2D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0B15871E" w14:textId="77777777" w:rsidR="00FB49FD" w:rsidRPr="00A6650E" w:rsidRDefault="00012F80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 w:rsidRPr="00A6650E">
              <w:rPr>
                <w:rFonts w:ascii="Arial" w:hAnsi="Arial" w:cs="Arial"/>
                <w:noProof/>
              </w:rPr>
              <w:drawing>
                <wp:inline distT="0" distB="0" distL="0" distR="0" wp14:anchorId="344DC10D" wp14:editId="71BB6EAA">
                  <wp:extent cx="1984375" cy="175958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5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3ED4863" w14:textId="77777777" w:rsidR="00FB49FD" w:rsidRPr="00A6650E" w:rsidRDefault="004B7B45" w:rsidP="007A2316">
            <w:pPr>
              <w:jc w:val="center"/>
              <w:rPr>
                <w:rFonts w:ascii="Arial" w:hAnsi="Arial" w:cs="Arial"/>
                <w:noProof/>
              </w:rPr>
            </w:pPr>
            <w:r w:rsidRPr="00A6650E">
              <w:rPr>
                <w:rFonts w:ascii="Arial" w:hAnsi="Arial" w:cs="Arial"/>
                <w:noProof/>
              </w:rPr>
              <w:drawing>
                <wp:inline distT="0" distB="0" distL="0" distR="0" wp14:anchorId="7961241D" wp14:editId="2E98FDC2">
                  <wp:extent cx="1985010" cy="15443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4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0FEEA89" w14:textId="77777777" w:rsidR="00FB49FD" w:rsidRPr="00A6650E" w:rsidRDefault="004B7B45" w:rsidP="007A2316">
            <w:pPr>
              <w:jc w:val="center"/>
              <w:rPr>
                <w:rFonts w:ascii="Arial" w:hAnsi="Arial" w:cs="Arial"/>
                <w:noProof/>
              </w:rPr>
            </w:pPr>
            <w:r w:rsidRPr="00A6650E">
              <w:rPr>
                <w:rFonts w:ascii="Arial" w:hAnsi="Arial" w:cs="Arial"/>
                <w:noProof/>
              </w:rPr>
              <w:drawing>
                <wp:inline distT="0" distB="0" distL="0" distR="0" wp14:anchorId="6360A9CE" wp14:editId="19D1B183">
                  <wp:extent cx="795131" cy="1587462"/>
                  <wp:effectExtent l="0" t="0" r="508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1593" cy="1620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4CB47C48" w14:textId="77777777" w:rsidR="0000116F" w:rsidRDefault="0000116F" w:rsidP="0000116F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 in </w:t>
      </w:r>
      <w:r>
        <w:rPr>
          <w:rFonts w:ascii="Arial" w:hAnsi="Arial" w:cs="Arial"/>
          <w:lang w:val="nl-BE"/>
        </w:rPr>
        <w:t xml:space="preserve">glanzend wit met </w:t>
      </w:r>
      <w:proofErr w:type="spellStart"/>
      <w:r>
        <w:rPr>
          <w:rFonts w:ascii="Arial" w:hAnsi="Arial" w:cs="Arial"/>
          <w:lang w:val="nl-BE"/>
        </w:rPr>
        <w:t>glansverchroomde</w:t>
      </w:r>
      <w:proofErr w:type="spellEnd"/>
      <w:r>
        <w:rPr>
          <w:rFonts w:ascii="Arial" w:hAnsi="Arial" w:cs="Arial"/>
          <w:lang w:val="nl-BE"/>
        </w:rPr>
        <w:t xml:space="preserve"> designstrook</w:t>
      </w:r>
    </w:p>
    <w:p w14:paraId="4310B551" w14:textId="77777777" w:rsidR="00700F00" w:rsidRPr="00A6650E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A6650E">
        <w:rPr>
          <w:rFonts w:ascii="Arial" w:hAnsi="Arial" w:cs="Arial"/>
          <w:lang w:val="nl-BE"/>
        </w:rPr>
        <w:t>legende:</w:t>
      </w:r>
    </w:p>
    <w:p w14:paraId="7308B220" w14:textId="77777777" w:rsidR="00700F00" w:rsidRPr="00A6650E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A6650E">
        <w:rPr>
          <w:rFonts w:ascii="Arial" w:hAnsi="Arial" w:cs="Arial"/>
          <w:lang w:val="nl-BE"/>
        </w:rPr>
        <w:t xml:space="preserve">B = </w:t>
      </w:r>
      <w:r w:rsidR="007A2316" w:rsidRPr="00A6650E">
        <w:rPr>
          <w:rFonts w:ascii="Arial" w:hAnsi="Arial" w:cs="Arial"/>
          <w:lang w:val="nl-BE"/>
        </w:rPr>
        <w:t>24,6</w:t>
      </w:r>
      <w:r w:rsidRPr="00A6650E">
        <w:rPr>
          <w:rFonts w:ascii="Arial" w:hAnsi="Arial" w:cs="Arial"/>
          <w:lang w:val="nl-BE"/>
        </w:rPr>
        <w:t xml:space="preserve"> cm (breedte)</w:t>
      </w:r>
    </w:p>
    <w:p w14:paraId="2FA65D54" w14:textId="77777777" w:rsidR="000C0EB2" w:rsidRPr="00A6650E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A6650E">
        <w:rPr>
          <w:rFonts w:ascii="Arial" w:hAnsi="Arial" w:cs="Arial"/>
          <w:lang w:val="nl-BE"/>
        </w:rPr>
        <w:t xml:space="preserve">H = </w:t>
      </w:r>
      <w:r w:rsidR="007A2316" w:rsidRPr="00A6650E">
        <w:rPr>
          <w:rFonts w:ascii="Arial" w:hAnsi="Arial" w:cs="Arial"/>
          <w:lang w:val="nl-BE"/>
        </w:rPr>
        <w:t>16,4</w:t>
      </w:r>
      <w:r w:rsidRPr="00A6650E">
        <w:rPr>
          <w:rFonts w:ascii="Arial" w:hAnsi="Arial" w:cs="Arial"/>
          <w:lang w:val="nl-BE"/>
        </w:rPr>
        <w:t xml:space="preserve"> cm (hoogte)</w:t>
      </w:r>
    </w:p>
    <w:p w14:paraId="1C5721FB" w14:textId="77777777" w:rsidR="00C42BFF" w:rsidRPr="00A6650E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A6650E">
        <w:rPr>
          <w:rFonts w:ascii="Arial" w:hAnsi="Arial" w:cs="Arial"/>
          <w:lang w:val="nl-BE"/>
        </w:rPr>
        <w:t>T = 1</w:t>
      </w:r>
      <w:r w:rsidR="007A2316" w:rsidRPr="00A6650E">
        <w:rPr>
          <w:rFonts w:ascii="Arial" w:hAnsi="Arial" w:cs="Arial"/>
          <w:lang w:val="nl-BE"/>
        </w:rPr>
        <w:t>,2</w:t>
      </w:r>
      <w:r w:rsidRPr="00A6650E">
        <w:rPr>
          <w:rFonts w:ascii="Arial" w:hAnsi="Arial" w:cs="Arial"/>
          <w:lang w:val="nl-BE"/>
        </w:rPr>
        <w:t xml:space="preserve"> cm (dikte)</w:t>
      </w:r>
    </w:p>
    <w:p w14:paraId="55BF5214" w14:textId="77777777" w:rsidR="00020F9C" w:rsidRPr="00A6650E" w:rsidRDefault="00020F9C" w:rsidP="00020F9C">
      <w:pPr>
        <w:pStyle w:val="Heading1"/>
        <w:rPr>
          <w:rFonts w:ascii="Arial" w:hAnsi="Arial" w:cs="Arial"/>
          <w:b/>
        </w:rPr>
      </w:pPr>
      <w:r w:rsidRPr="00A6650E">
        <w:rPr>
          <w:rFonts w:ascii="Arial" w:hAnsi="Arial" w:cs="Arial"/>
          <w:b/>
        </w:rPr>
        <w:t>Kleuren</w:t>
      </w:r>
    </w:p>
    <w:p w14:paraId="27BCB670" w14:textId="77777777" w:rsidR="00020F9C" w:rsidRPr="00A6650E" w:rsidRDefault="00020F9C" w:rsidP="00020F9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A6650E">
        <w:rPr>
          <w:rFonts w:ascii="Arial" w:hAnsi="Arial" w:cs="Arial"/>
          <w:color w:val="0070C0"/>
        </w:rPr>
        <w:t>Er is keuze tussen volgende uitvoeringen:</w:t>
      </w:r>
    </w:p>
    <w:p w14:paraId="0DAFB31E" w14:textId="77777777" w:rsidR="00020F9C" w:rsidRPr="00A6650E" w:rsidRDefault="00020F9C" w:rsidP="00020F9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020F9C" w:rsidRPr="00A6650E" w14:paraId="1DEE61F2" w14:textId="77777777" w:rsidTr="009E7794">
        <w:tc>
          <w:tcPr>
            <w:tcW w:w="6091" w:type="dxa"/>
          </w:tcPr>
          <w:p w14:paraId="287743DE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A6650E"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</w:t>
            </w:r>
          </w:p>
        </w:tc>
        <w:tc>
          <w:tcPr>
            <w:tcW w:w="3935" w:type="dxa"/>
          </w:tcPr>
          <w:p w14:paraId="02735772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A6650E">
              <w:rPr>
                <w:rFonts w:ascii="Arial" w:hAnsi="Arial" w:cs="Arial"/>
                <w:b/>
                <w:bCs/>
                <w:color w:val="0070C0"/>
                <w:lang w:val="nl-BE"/>
              </w:rPr>
              <w:t>Designstrook</w:t>
            </w:r>
          </w:p>
        </w:tc>
      </w:tr>
      <w:tr w:rsidR="00020F9C" w:rsidRPr="00A6650E" w14:paraId="5C7DA214" w14:textId="77777777" w:rsidTr="009E7794">
        <w:tc>
          <w:tcPr>
            <w:tcW w:w="6091" w:type="dxa"/>
          </w:tcPr>
          <w:p w14:paraId="5D3036DD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 w:rsidRPr="00A6650E">
              <w:rPr>
                <w:rFonts w:ascii="Arial" w:hAnsi="Arial" w:cs="Arial"/>
                <w:color w:val="0070C0"/>
                <w:lang w:val="en-US"/>
              </w:rPr>
              <w:t xml:space="preserve"> mat </w:t>
            </w: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A6650E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1DB5A4BD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A6650E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020F9C" w:rsidRPr="00A6650E" w14:paraId="517ECBC7" w14:textId="77777777" w:rsidTr="009E7794">
        <w:tc>
          <w:tcPr>
            <w:tcW w:w="6091" w:type="dxa"/>
          </w:tcPr>
          <w:p w14:paraId="5ABFB4AD" w14:textId="77777777" w:rsidR="00020F9C" w:rsidRPr="00A6650E" w:rsidRDefault="0000116F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verguld</w:t>
            </w:r>
            <w:proofErr w:type="spellEnd"/>
          </w:p>
        </w:tc>
        <w:tc>
          <w:tcPr>
            <w:tcW w:w="3935" w:type="dxa"/>
          </w:tcPr>
          <w:p w14:paraId="078341C5" w14:textId="77777777" w:rsidR="00020F9C" w:rsidRPr="00A6650E" w:rsidRDefault="0000116F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verguld</w:t>
            </w:r>
            <w:proofErr w:type="spellEnd"/>
          </w:p>
        </w:tc>
      </w:tr>
      <w:tr w:rsidR="00020F9C" w:rsidRPr="00A6650E" w14:paraId="301A160A" w14:textId="77777777" w:rsidTr="009E7794">
        <w:tc>
          <w:tcPr>
            <w:tcW w:w="6091" w:type="dxa"/>
          </w:tcPr>
          <w:p w14:paraId="085C6764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A6650E">
              <w:rPr>
                <w:rFonts w:ascii="Arial" w:hAnsi="Arial" w:cs="Arial"/>
                <w:color w:val="0070C0"/>
                <w:lang w:val="en-US"/>
              </w:rPr>
              <w:t xml:space="preserve">wit mat </w:t>
            </w: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A6650E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5BF70F7D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</w:tr>
      <w:tr w:rsidR="00020F9C" w:rsidRPr="00A6650E" w14:paraId="48BB0A3C" w14:textId="77777777" w:rsidTr="009E7794">
        <w:tc>
          <w:tcPr>
            <w:tcW w:w="6091" w:type="dxa"/>
          </w:tcPr>
          <w:p w14:paraId="73CC391F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A6650E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  <w:tc>
          <w:tcPr>
            <w:tcW w:w="3935" w:type="dxa"/>
          </w:tcPr>
          <w:p w14:paraId="7CB86301" w14:textId="77777777" w:rsidR="00020F9C" w:rsidRPr="00A6650E" w:rsidRDefault="00020F9C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A6650E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020F9C" w:rsidRPr="00A6650E" w14:paraId="36CEAD03" w14:textId="77777777" w:rsidTr="009E7794">
        <w:tc>
          <w:tcPr>
            <w:tcW w:w="6091" w:type="dxa"/>
          </w:tcPr>
          <w:p w14:paraId="4A8476CA" w14:textId="77777777" w:rsidR="00020F9C" w:rsidRPr="00B436AE" w:rsidRDefault="00B436AE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chroom</w:t>
            </w:r>
            <w:proofErr w:type="spellEnd"/>
            <w:r w:rsidRPr="00A6650E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A6650E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14:paraId="56CDF8CD" w14:textId="77777777" w:rsidR="00020F9C" w:rsidRPr="00A6650E" w:rsidRDefault="00B436AE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A6650E">
              <w:rPr>
                <w:rFonts w:ascii="Arial" w:hAnsi="Arial" w:cs="Arial"/>
                <w:color w:val="0070C0"/>
                <w:lang w:val="de-CH"/>
              </w:rPr>
              <w:t>glansverchroomd</w:t>
            </w:r>
            <w:proofErr w:type="spellEnd"/>
          </w:p>
        </w:tc>
      </w:tr>
      <w:tr w:rsidR="00020F9C" w:rsidRPr="00A6650E" w14:paraId="73F05676" w14:textId="77777777" w:rsidTr="009E7794">
        <w:tc>
          <w:tcPr>
            <w:tcW w:w="6091" w:type="dxa"/>
          </w:tcPr>
          <w:p w14:paraId="31D00C14" w14:textId="77777777" w:rsidR="00020F9C" w:rsidRPr="00A6650E" w:rsidRDefault="00B436AE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glansv</w:t>
            </w:r>
            <w:r w:rsidR="00020F9C" w:rsidRPr="00A6650E">
              <w:rPr>
                <w:rFonts w:ascii="Arial" w:hAnsi="Arial" w:cs="Arial"/>
                <w:color w:val="0070C0"/>
                <w:lang w:val="nl-BE"/>
              </w:rPr>
              <w:t>erchroomd</w:t>
            </w:r>
            <w:proofErr w:type="spellEnd"/>
          </w:p>
        </w:tc>
        <w:tc>
          <w:tcPr>
            <w:tcW w:w="3935" w:type="dxa"/>
          </w:tcPr>
          <w:p w14:paraId="156C39C1" w14:textId="77777777" w:rsidR="00020F9C" w:rsidRPr="00A6650E" w:rsidRDefault="00B436AE" w:rsidP="009E7794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geborsteld chroom</w:t>
            </w:r>
          </w:p>
        </w:tc>
      </w:tr>
    </w:tbl>
    <w:p w14:paraId="6631D34B" w14:textId="77777777" w:rsidR="00020F9C" w:rsidRPr="00A6650E" w:rsidRDefault="00020F9C" w:rsidP="00020F9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2083C9C7" w14:textId="77777777" w:rsidR="00113547" w:rsidRPr="00A6650E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7AE08F7C" w14:textId="77777777" w:rsidR="00DE12F7" w:rsidRPr="00A6650E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RPr="00A6650E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AD898" w14:textId="77777777" w:rsidR="00E77266" w:rsidRDefault="00E77266">
      <w:r>
        <w:separator/>
      </w:r>
    </w:p>
  </w:endnote>
  <w:endnote w:type="continuationSeparator" w:id="0">
    <w:p w14:paraId="41CFA186" w14:textId="77777777" w:rsidR="00E77266" w:rsidRDefault="00E77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02BA0" w14:textId="77777777" w:rsidR="009D370D" w:rsidRDefault="009D37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53D88811" w14:textId="77777777">
      <w:tc>
        <w:tcPr>
          <w:tcW w:w="3392" w:type="dxa"/>
        </w:tcPr>
        <w:p w14:paraId="05851936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5E24CE09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501098F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4E8DB34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C2CE8" w14:textId="77777777" w:rsidR="009D370D" w:rsidRDefault="009D37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B474F" w14:textId="77777777" w:rsidR="00E77266" w:rsidRDefault="00E77266">
      <w:r>
        <w:separator/>
      </w:r>
    </w:p>
  </w:footnote>
  <w:footnote w:type="continuationSeparator" w:id="0">
    <w:p w14:paraId="54C6BF07" w14:textId="77777777" w:rsidR="00E77266" w:rsidRDefault="00E77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401BD" w14:textId="77777777" w:rsidR="009D370D" w:rsidRDefault="009D37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646AC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5B0859">
      <w:rPr>
        <w:rFonts w:ascii="Arial" w:hAnsi="Arial"/>
        <w:b/>
      </w:rPr>
      <w:t>3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8FB26EB" wp14:editId="2610BFB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81E0B1" w14:textId="77777777" w:rsidR="00E43D97" w:rsidRPr="00B64DD5" w:rsidRDefault="005B0859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me</w:t>
    </w:r>
    <w:r w:rsidR="00C41A84">
      <w:rPr>
        <w:rFonts w:ascii="Arial" w:hAnsi="Arial"/>
        <w:b/>
      </w:rPr>
      <w:t>taal</w:t>
    </w:r>
    <w:r w:rsidR="00E43D97">
      <w:rPr>
        <w:rFonts w:ascii="Arial" w:hAnsi="Arial"/>
        <w:b/>
      </w:rPr>
      <w:t xml:space="preserve">, </w:t>
    </w:r>
    <w:r w:rsidR="00A81B6C">
      <w:rPr>
        <w:rFonts w:ascii="Arial" w:hAnsi="Arial"/>
        <w:b/>
      </w:rPr>
      <w:t>anti-vandalisme,</w:t>
    </w:r>
    <w:r>
      <w:rPr>
        <w:rFonts w:ascii="Arial" w:hAnsi="Arial"/>
        <w:b/>
      </w:rPr>
      <w:t xml:space="preserve"> één</w:t>
    </w:r>
    <w:r w:rsidR="00E43D97">
      <w:rPr>
        <w:rFonts w:ascii="Arial" w:hAnsi="Arial"/>
        <w:b/>
      </w:rPr>
      <w:t xml:space="preserve"> spoeltoets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C0EC5" w14:textId="77777777" w:rsidR="009D370D" w:rsidRDefault="009D37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087505245">
    <w:abstractNumId w:val="16"/>
  </w:num>
  <w:num w:numId="2" w16cid:durableId="2120489583">
    <w:abstractNumId w:val="22"/>
  </w:num>
  <w:num w:numId="3" w16cid:durableId="1695811368">
    <w:abstractNumId w:val="4"/>
  </w:num>
  <w:num w:numId="4" w16cid:durableId="1389722908">
    <w:abstractNumId w:val="3"/>
  </w:num>
  <w:num w:numId="5" w16cid:durableId="697042946">
    <w:abstractNumId w:val="13"/>
  </w:num>
  <w:num w:numId="6" w16cid:durableId="540216172">
    <w:abstractNumId w:val="15"/>
  </w:num>
  <w:num w:numId="7" w16cid:durableId="1227835977">
    <w:abstractNumId w:val="6"/>
  </w:num>
  <w:num w:numId="8" w16cid:durableId="2072271412">
    <w:abstractNumId w:val="19"/>
  </w:num>
  <w:num w:numId="9" w16cid:durableId="1308048342">
    <w:abstractNumId w:val="25"/>
  </w:num>
  <w:num w:numId="10" w16cid:durableId="878472148">
    <w:abstractNumId w:val="2"/>
  </w:num>
  <w:num w:numId="11" w16cid:durableId="1864399725">
    <w:abstractNumId w:val="12"/>
  </w:num>
  <w:num w:numId="12" w16cid:durableId="1033993248">
    <w:abstractNumId w:val="11"/>
  </w:num>
  <w:num w:numId="13" w16cid:durableId="1883906355">
    <w:abstractNumId w:val="24"/>
  </w:num>
  <w:num w:numId="14" w16cid:durableId="1361394688">
    <w:abstractNumId w:val="7"/>
  </w:num>
  <w:num w:numId="15" w16cid:durableId="1176723380">
    <w:abstractNumId w:val="0"/>
  </w:num>
  <w:num w:numId="16" w16cid:durableId="1073117725">
    <w:abstractNumId w:val="10"/>
  </w:num>
  <w:num w:numId="17" w16cid:durableId="1096437453">
    <w:abstractNumId w:val="5"/>
  </w:num>
  <w:num w:numId="18" w16cid:durableId="148523929">
    <w:abstractNumId w:val="20"/>
  </w:num>
  <w:num w:numId="19" w16cid:durableId="902644914">
    <w:abstractNumId w:val="21"/>
  </w:num>
  <w:num w:numId="20" w16cid:durableId="216824094">
    <w:abstractNumId w:val="18"/>
  </w:num>
  <w:num w:numId="21" w16cid:durableId="780875775">
    <w:abstractNumId w:val="17"/>
  </w:num>
  <w:num w:numId="22" w16cid:durableId="1089892893">
    <w:abstractNumId w:val="14"/>
  </w:num>
  <w:num w:numId="23" w16cid:durableId="1972588443">
    <w:abstractNumId w:val="23"/>
  </w:num>
  <w:num w:numId="24" w16cid:durableId="1759978328">
    <w:abstractNumId w:val="8"/>
  </w:num>
  <w:num w:numId="25" w16cid:durableId="808521262">
    <w:abstractNumId w:val="9"/>
  </w:num>
  <w:num w:numId="26" w16cid:durableId="1313170460">
    <w:abstractNumId w:val="1"/>
  </w:num>
  <w:num w:numId="27" w16cid:durableId="10881174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116F"/>
    <w:rsid w:val="00004E4C"/>
    <w:rsid w:val="00005AB3"/>
    <w:rsid w:val="00007EC2"/>
    <w:rsid w:val="00012D40"/>
    <w:rsid w:val="00012F80"/>
    <w:rsid w:val="000151C3"/>
    <w:rsid w:val="00016FF3"/>
    <w:rsid w:val="00020AD0"/>
    <w:rsid w:val="00020F9C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18F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33DD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2AAC"/>
    <w:rsid w:val="00145B68"/>
    <w:rsid w:val="001516B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3EC0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3DD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1CCE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2CF8"/>
    <w:rsid w:val="00294420"/>
    <w:rsid w:val="00294C67"/>
    <w:rsid w:val="00296F73"/>
    <w:rsid w:val="00297424"/>
    <w:rsid w:val="002A00F1"/>
    <w:rsid w:val="002A352C"/>
    <w:rsid w:val="002A46CC"/>
    <w:rsid w:val="002B0FBE"/>
    <w:rsid w:val="002B1B7D"/>
    <w:rsid w:val="002B5CC3"/>
    <w:rsid w:val="002B64AE"/>
    <w:rsid w:val="002C3455"/>
    <w:rsid w:val="002C6CD7"/>
    <w:rsid w:val="002D1583"/>
    <w:rsid w:val="002D2177"/>
    <w:rsid w:val="002D237E"/>
    <w:rsid w:val="002D4842"/>
    <w:rsid w:val="002D6274"/>
    <w:rsid w:val="002E0CBD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3D34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72BC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4AC5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B45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0859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254C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6018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2E83"/>
    <w:rsid w:val="00772EB2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FB2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D6443"/>
    <w:rsid w:val="008E504F"/>
    <w:rsid w:val="008E652B"/>
    <w:rsid w:val="008E7D3B"/>
    <w:rsid w:val="008F2307"/>
    <w:rsid w:val="008F348A"/>
    <w:rsid w:val="008F61F3"/>
    <w:rsid w:val="00901772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4D02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A749C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70D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06C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56FA7"/>
    <w:rsid w:val="00A60C88"/>
    <w:rsid w:val="00A621B3"/>
    <w:rsid w:val="00A64D0F"/>
    <w:rsid w:val="00A6650E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1B6C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36AE"/>
    <w:rsid w:val="00B44B08"/>
    <w:rsid w:val="00B4556B"/>
    <w:rsid w:val="00B514E9"/>
    <w:rsid w:val="00B63607"/>
    <w:rsid w:val="00B63945"/>
    <w:rsid w:val="00B63D1F"/>
    <w:rsid w:val="00B64DD5"/>
    <w:rsid w:val="00B651B4"/>
    <w:rsid w:val="00B710A7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5C5E"/>
    <w:rsid w:val="00BE090F"/>
    <w:rsid w:val="00BE647B"/>
    <w:rsid w:val="00BE7EF8"/>
    <w:rsid w:val="00BF0762"/>
    <w:rsid w:val="00BF5703"/>
    <w:rsid w:val="00BF5D61"/>
    <w:rsid w:val="00BF5F44"/>
    <w:rsid w:val="00BF6328"/>
    <w:rsid w:val="00C031E8"/>
    <w:rsid w:val="00C063D7"/>
    <w:rsid w:val="00C064E6"/>
    <w:rsid w:val="00C06870"/>
    <w:rsid w:val="00C070B7"/>
    <w:rsid w:val="00C07E3A"/>
    <w:rsid w:val="00C10A99"/>
    <w:rsid w:val="00C11691"/>
    <w:rsid w:val="00C1198E"/>
    <w:rsid w:val="00C14FA0"/>
    <w:rsid w:val="00C1523D"/>
    <w:rsid w:val="00C16E24"/>
    <w:rsid w:val="00C177D8"/>
    <w:rsid w:val="00C202A2"/>
    <w:rsid w:val="00C213BA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5EAC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0A8A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67AF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266"/>
    <w:rsid w:val="00E779A4"/>
    <w:rsid w:val="00E80A1B"/>
    <w:rsid w:val="00E82DC1"/>
    <w:rsid w:val="00E83B1E"/>
    <w:rsid w:val="00E83FA5"/>
    <w:rsid w:val="00E8445D"/>
    <w:rsid w:val="00E85EA8"/>
    <w:rsid w:val="00E9352E"/>
    <w:rsid w:val="00E93546"/>
    <w:rsid w:val="00E9446C"/>
    <w:rsid w:val="00E9745E"/>
    <w:rsid w:val="00EA0165"/>
    <w:rsid w:val="00EA354B"/>
    <w:rsid w:val="00EA35A3"/>
    <w:rsid w:val="00EA4952"/>
    <w:rsid w:val="00EA7A36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2A66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1324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9CD2E2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0C5B2E-7EDC-4836-95A6-E02F1D8FA17E}"/>
</file>

<file path=customXml/itemProps2.xml><?xml version="1.0" encoding="utf-8"?>
<ds:datastoreItem xmlns:ds="http://schemas.openxmlformats.org/officeDocument/2006/customXml" ds:itemID="{34B1BCAA-43AF-42A8-A007-6EC473EDD79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7F1F2EDB-DDA6-4526-A629-98B605B25A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68</TotalTime>
  <Pages>3</Pages>
  <Words>578</Words>
  <Characters>3181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21</cp:revision>
  <cp:lastPrinted>2011-12-15T11:32:00Z</cp:lastPrinted>
  <dcterms:created xsi:type="dcterms:W3CDTF">2020-05-04T14:50:00Z</dcterms:created>
  <dcterms:modified xsi:type="dcterms:W3CDTF">2023-12-04T14:35:00Z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